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21" w:rsidRPr="009428F6" w:rsidRDefault="00620921" w:rsidP="00DC57E3">
      <w:pPr>
        <w:spacing w:line="56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9428F6">
        <w:rPr>
          <w:rFonts w:ascii="黑体" w:eastAsia="黑体" w:hAnsi="黑体" w:cs="黑体" w:hint="eastAsia"/>
          <w:b/>
          <w:bCs/>
          <w:sz w:val="36"/>
          <w:szCs w:val="36"/>
        </w:rPr>
        <w:t>关于转发《举办第八届山东省大学生创业计划大赛简章》的通知</w:t>
      </w:r>
    </w:p>
    <w:p w:rsidR="00620921" w:rsidRPr="006644DD" w:rsidRDefault="00620921" w:rsidP="00CF2A46">
      <w:pPr>
        <w:widowControl/>
        <w:spacing w:line="560" w:lineRule="exact"/>
        <w:jc w:val="center"/>
        <w:rPr>
          <w:rFonts w:eastAsia="仿宋_GB2312"/>
          <w:sz w:val="32"/>
          <w:szCs w:val="32"/>
        </w:rPr>
      </w:pP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各学院：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仿宋" w:eastAsia="仿宋" w:hAnsi="仿宋"/>
          <w:b/>
          <w:bCs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根据山东省科学技术协会、中共山东省委高校工委、共青团山东省委员会、山东省教育厅等单位联合下发的《举办第八届山东省大学生创业计划大赛简章》的要求</w:t>
      </w:r>
      <w:r w:rsidRPr="00067147">
        <w:rPr>
          <w:rFonts w:ascii="仿宋" w:eastAsia="仿宋" w:hAnsi="仿宋" w:cs="仿宋"/>
          <w:kern w:val="0"/>
          <w:sz w:val="28"/>
          <w:szCs w:val="28"/>
        </w:rPr>
        <w:t>,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现予以转发并将有关事宜通知如下：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ind w:firstLineChars="200" w:firstLine="560"/>
        <w:rPr>
          <w:rFonts w:eastAsia="黑体"/>
          <w:kern w:val="0"/>
          <w:sz w:val="28"/>
          <w:szCs w:val="28"/>
        </w:rPr>
      </w:pPr>
      <w:r w:rsidRPr="00067147">
        <w:rPr>
          <w:rFonts w:eastAsia="黑体" w:cs="黑体" w:hint="eastAsia"/>
          <w:kern w:val="0"/>
          <w:sz w:val="28"/>
          <w:szCs w:val="28"/>
        </w:rPr>
        <w:t>一、主办单位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学生工作处、团委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ind w:firstLineChars="200" w:firstLine="560"/>
        <w:rPr>
          <w:rFonts w:eastAsia="黑体"/>
          <w:kern w:val="0"/>
          <w:sz w:val="28"/>
          <w:szCs w:val="28"/>
        </w:rPr>
      </w:pPr>
      <w:r w:rsidRPr="00067147">
        <w:rPr>
          <w:rFonts w:eastAsia="黑体" w:cs="黑体" w:hint="eastAsia"/>
          <w:kern w:val="0"/>
          <w:sz w:val="28"/>
          <w:szCs w:val="28"/>
        </w:rPr>
        <w:t>二、比赛时间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/>
          <w:kern w:val="0"/>
          <w:sz w:val="28"/>
          <w:szCs w:val="28"/>
        </w:rPr>
        <w:t xml:space="preserve">    2017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年</w:t>
      </w:r>
      <w:r w:rsidRPr="00067147">
        <w:rPr>
          <w:rFonts w:ascii="仿宋" w:eastAsia="仿宋" w:hAnsi="仿宋" w:cs="仿宋"/>
          <w:kern w:val="0"/>
          <w:sz w:val="28"/>
          <w:szCs w:val="28"/>
        </w:rPr>
        <w:t>5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Pr="00067147">
        <w:rPr>
          <w:rFonts w:ascii="仿宋" w:eastAsia="仿宋" w:hAnsi="仿宋" w:cs="仿宋"/>
          <w:kern w:val="0"/>
          <w:sz w:val="28"/>
          <w:szCs w:val="28"/>
        </w:rPr>
        <w:t>30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日－</w:t>
      </w:r>
      <w:r w:rsidRPr="00067147">
        <w:rPr>
          <w:rFonts w:ascii="仿宋" w:eastAsia="仿宋" w:hAnsi="仿宋" w:cs="仿宋"/>
          <w:kern w:val="0"/>
          <w:sz w:val="28"/>
          <w:szCs w:val="28"/>
        </w:rPr>
        <w:t>2017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年</w:t>
      </w:r>
      <w:r w:rsidRPr="00067147">
        <w:rPr>
          <w:rFonts w:ascii="仿宋" w:eastAsia="仿宋" w:hAnsi="仿宋" w:cs="仿宋"/>
          <w:kern w:val="0"/>
          <w:sz w:val="28"/>
          <w:szCs w:val="28"/>
        </w:rPr>
        <w:t>9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Pr="00067147">
        <w:rPr>
          <w:rFonts w:ascii="仿宋" w:eastAsia="仿宋" w:hAnsi="仿宋" w:cs="仿宋"/>
          <w:kern w:val="0"/>
          <w:sz w:val="28"/>
          <w:szCs w:val="28"/>
        </w:rPr>
        <w:t>16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日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ind w:firstLineChars="200" w:firstLine="560"/>
        <w:rPr>
          <w:rFonts w:eastAsia="黑体"/>
          <w:kern w:val="0"/>
          <w:sz w:val="28"/>
          <w:szCs w:val="28"/>
        </w:rPr>
      </w:pPr>
      <w:r w:rsidRPr="00067147">
        <w:rPr>
          <w:rFonts w:eastAsia="黑体" w:cs="黑体" w:hint="eastAsia"/>
          <w:kern w:val="0"/>
          <w:sz w:val="28"/>
          <w:szCs w:val="28"/>
        </w:rPr>
        <w:t>三、参赛对象</w:t>
      </w:r>
    </w:p>
    <w:p w:rsidR="00620921" w:rsidRPr="00067147" w:rsidRDefault="00620921" w:rsidP="00067147">
      <w:pPr>
        <w:widowControl/>
        <w:adjustRightInd w:val="0"/>
        <w:snapToGrid w:val="0"/>
        <w:spacing w:line="480" w:lineRule="exact"/>
        <w:ind w:firstLine="675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sz w:val="28"/>
          <w:szCs w:val="28"/>
        </w:rPr>
        <w:t>全体在校生</w:t>
      </w:r>
    </w:p>
    <w:p w:rsidR="00620921" w:rsidRPr="00067147" w:rsidRDefault="00620921" w:rsidP="00067147">
      <w:pPr>
        <w:spacing w:line="480" w:lineRule="exact"/>
        <w:ind w:firstLineChars="200" w:firstLine="560"/>
        <w:rPr>
          <w:rFonts w:ascii="黑体" w:eastAsia="黑体" w:hAnsi="黑体"/>
          <w:kern w:val="0"/>
          <w:sz w:val="28"/>
          <w:szCs w:val="28"/>
        </w:rPr>
      </w:pPr>
      <w:r w:rsidRPr="00067147">
        <w:rPr>
          <w:rFonts w:ascii="黑体" w:eastAsia="黑体" w:hAnsi="黑体" w:cs="黑体" w:hint="eastAsia"/>
          <w:sz w:val="28"/>
          <w:szCs w:val="28"/>
        </w:rPr>
        <w:t>四、</w:t>
      </w:r>
      <w:r w:rsidRPr="00067147">
        <w:rPr>
          <w:rFonts w:ascii="黑体" w:eastAsia="黑体" w:hAnsi="黑体" w:cs="黑体" w:hint="eastAsia"/>
          <w:kern w:val="0"/>
          <w:sz w:val="28"/>
          <w:szCs w:val="28"/>
        </w:rPr>
        <w:t>比赛项目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本次比赛分为两个项目。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竞赛项目一为山东省大学生创业计划大赛，竞赛项目二为山东省大学生商业创意大赛；参赛者可以申报其中一个项目，也可以同时申报两个项目。同时申报两个项目者，项目主题不得重复。（详见附件</w:t>
      </w:r>
      <w:r w:rsidRPr="00067147">
        <w:rPr>
          <w:rFonts w:ascii="仿宋" w:eastAsia="仿宋" w:hAnsi="仿宋" w:cs="仿宋"/>
          <w:kern w:val="0"/>
          <w:sz w:val="28"/>
          <w:szCs w:val="28"/>
        </w:rPr>
        <w:t>1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）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黑体" w:eastAsia="黑体" w:hAnsi="黑体"/>
          <w:kern w:val="0"/>
          <w:sz w:val="28"/>
          <w:szCs w:val="28"/>
        </w:rPr>
      </w:pPr>
      <w:r w:rsidRPr="00067147">
        <w:rPr>
          <w:rFonts w:ascii="黑体" w:eastAsia="黑体" w:hAnsi="黑体" w:cs="黑体" w:hint="eastAsia"/>
          <w:kern w:val="0"/>
          <w:sz w:val="28"/>
          <w:szCs w:val="28"/>
        </w:rPr>
        <w:t>五、作品上交</w:t>
      </w:r>
    </w:p>
    <w:p w:rsidR="00620921" w:rsidRPr="00067147" w:rsidRDefault="00620921" w:rsidP="00067147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 w:hint="eastAsia"/>
          <w:sz w:val="28"/>
          <w:szCs w:val="28"/>
        </w:rPr>
        <w:t>请各院（系）组织参赛选手填写《第八届山东省大学生创业计划大赛报名表》（附件</w:t>
      </w:r>
      <w:r w:rsidRPr="00067147">
        <w:rPr>
          <w:rFonts w:ascii="仿宋" w:eastAsia="仿宋" w:hAnsi="仿宋" w:cs="仿宋"/>
          <w:sz w:val="28"/>
          <w:szCs w:val="28"/>
        </w:rPr>
        <w:t>2</w:t>
      </w:r>
      <w:r w:rsidRPr="00067147">
        <w:rPr>
          <w:rFonts w:ascii="仿宋" w:eastAsia="仿宋" w:hAnsi="仿宋" w:cs="仿宋" w:hint="eastAsia"/>
          <w:sz w:val="28"/>
          <w:szCs w:val="28"/>
        </w:rPr>
        <w:t>）、《作品信息统计表》（附件</w:t>
      </w:r>
      <w:r w:rsidRPr="00067147">
        <w:rPr>
          <w:rFonts w:ascii="仿宋" w:eastAsia="仿宋" w:hAnsi="仿宋" w:cs="仿宋"/>
          <w:sz w:val="28"/>
          <w:szCs w:val="28"/>
        </w:rPr>
        <w:t>3</w:t>
      </w:r>
      <w:r w:rsidRPr="00067147">
        <w:rPr>
          <w:rFonts w:ascii="仿宋" w:eastAsia="仿宋" w:hAnsi="仿宋" w:cs="仿宋" w:hint="eastAsia"/>
          <w:sz w:val="28"/>
          <w:szCs w:val="28"/>
        </w:rPr>
        <w:t>），并于</w:t>
      </w:r>
      <w:r w:rsidRPr="00067147">
        <w:rPr>
          <w:rFonts w:ascii="仿宋" w:eastAsia="仿宋" w:hAnsi="仿宋" w:cs="仿宋"/>
          <w:b/>
          <w:bCs/>
          <w:sz w:val="28"/>
          <w:szCs w:val="28"/>
        </w:rPr>
        <w:t>7</w:t>
      </w:r>
      <w:r w:rsidRPr="00067147">
        <w:rPr>
          <w:rFonts w:ascii="仿宋" w:eastAsia="仿宋" w:hAnsi="仿宋" w:cs="仿宋" w:hint="eastAsia"/>
          <w:b/>
          <w:bCs/>
          <w:sz w:val="28"/>
          <w:szCs w:val="28"/>
        </w:rPr>
        <w:t>月</w:t>
      </w:r>
      <w:r w:rsidRPr="00067147">
        <w:rPr>
          <w:rFonts w:ascii="仿宋" w:eastAsia="仿宋" w:hAnsi="仿宋" w:cs="仿宋"/>
          <w:b/>
          <w:bCs/>
          <w:sz w:val="28"/>
          <w:szCs w:val="28"/>
        </w:rPr>
        <w:t>5</w:t>
      </w:r>
      <w:r w:rsidRPr="00067147">
        <w:rPr>
          <w:rFonts w:ascii="仿宋" w:eastAsia="仿宋" w:hAnsi="仿宋" w:cs="仿宋" w:hint="eastAsia"/>
          <w:b/>
          <w:bCs/>
          <w:sz w:val="28"/>
          <w:szCs w:val="28"/>
        </w:rPr>
        <w:t>日</w:t>
      </w:r>
      <w:r w:rsidRPr="00067147">
        <w:rPr>
          <w:rFonts w:ascii="仿宋" w:eastAsia="仿宋" w:hAnsi="仿宋" w:cs="仿宋" w:hint="eastAsia"/>
          <w:sz w:val="28"/>
          <w:szCs w:val="28"/>
        </w:rPr>
        <w:t>前将以上两个文件与带有封面的参赛作品（封面要求详见附件</w:t>
      </w:r>
      <w:r w:rsidRPr="00067147">
        <w:rPr>
          <w:rFonts w:ascii="仿宋" w:eastAsia="仿宋" w:hAnsi="仿宋" w:cs="仿宋"/>
          <w:sz w:val="28"/>
          <w:szCs w:val="28"/>
        </w:rPr>
        <w:t>1</w:t>
      </w:r>
      <w:r w:rsidRPr="00067147">
        <w:rPr>
          <w:rFonts w:ascii="仿宋" w:eastAsia="仿宋" w:hAnsi="仿宋" w:cs="仿宋" w:hint="eastAsia"/>
          <w:sz w:val="28"/>
          <w:szCs w:val="28"/>
        </w:rPr>
        <w:t>）的纸质材料报送至两校区团委，同时将电子版以院（系）为单位发送至团委张一梦</w:t>
      </w:r>
      <w:r w:rsidRPr="00067147">
        <w:rPr>
          <w:rFonts w:ascii="仿宋" w:eastAsia="仿宋" w:hAnsi="仿宋" w:cs="仿宋"/>
          <w:sz w:val="28"/>
          <w:szCs w:val="28"/>
        </w:rPr>
        <w:t>OA</w:t>
      </w:r>
      <w:r w:rsidRPr="00067147">
        <w:rPr>
          <w:rFonts w:ascii="仿宋" w:eastAsia="仿宋" w:hAnsi="仿宋" w:cs="仿宋" w:hint="eastAsia"/>
          <w:sz w:val="28"/>
          <w:szCs w:val="28"/>
        </w:rPr>
        <w:t>。</w:t>
      </w:r>
    </w:p>
    <w:p w:rsidR="00620921" w:rsidRPr="00067147" w:rsidRDefault="00620921" w:rsidP="00067147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067147">
        <w:rPr>
          <w:rFonts w:ascii="黑体" w:eastAsia="黑体" w:hAnsi="黑体" w:cs="黑体" w:hint="eastAsia"/>
          <w:kern w:val="0"/>
          <w:sz w:val="28"/>
          <w:szCs w:val="28"/>
        </w:rPr>
        <w:t>六、作品评选</w:t>
      </w:r>
    </w:p>
    <w:p w:rsidR="00620921" w:rsidRPr="00067147" w:rsidRDefault="00620921" w:rsidP="00067147">
      <w:pPr>
        <w:widowControl/>
        <w:shd w:val="clear" w:color="auto" w:fill="FFFFFF"/>
        <w:spacing w:line="480" w:lineRule="exact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067147">
        <w:rPr>
          <w:rFonts w:ascii="仿宋" w:eastAsia="仿宋" w:hAnsi="仿宋" w:cs="仿宋" w:hint="eastAsia"/>
          <w:sz w:val="28"/>
          <w:szCs w:val="28"/>
        </w:rPr>
        <w:t>学校将组织专家对提交作品进行评审，推荐优秀作品参加第八届山东省大学生创业计划大赛。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黑体" w:eastAsia="黑体" w:hAnsi="黑体"/>
          <w:kern w:val="0"/>
          <w:sz w:val="28"/>
          <w:szCs w:val="28"/>
        </w:rPr>
      </w:pPr>
      <w:r w:rsidRPr="00067147">
        <w:rPr>
          <w:rFonts w:ascii="黑体" w:eastAsia="黑体" w:hAnsi="黑体" w:cs="黑体" w:hint="eastAsia"/>
          <w:kern w:val="0"/>
          <w:sz w:val="28"/>
          <w:szCs w:val="28"/>
        </w:rPr>
        <w:t>七、其他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/>
          <w:kern w:val="0"/>
          <w:sz w:val="28"/>
          <w:szCs w:val="28"/>
        </w:rPr>
        <w:t>1.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各参赛团队务必认真阅读并遵守参赛协定及免责声明。（详见附件</w:t>
      </w:r>
      <w:r w:rsidRPr="00067147">
        <w:rPr>
          <w:rFonts w:ascii="仿宋" w:eastAsia="仿宋" w:hAnsi="仿宋" w:cs="仿宋"/>
          <w:kern w:val="0"/>
          <w:sz w:val="28"/>
          <w:szCs w:val="28"/>
        </w:rPr>
        <w:t>1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）</w:t>
      </w:r>
    </w:p>
    <w:p w:rsidR="00620921" w:rsidRPr="00067147" w:rsidRDefault="00620921" w:rsidP="00067147">
      <w:pPr>
        <w:widowControl/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/>
          <w:kern w:val="0"/>
          <w:sz w:val="28"/>
          <w:szCs w:val="28"/>
        </w:rPr>
        <w:t>2.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参赛过程中请随时关注校团委通知。</w:t>
      </w:r>
    </w:p>
    <w:p w:rsidR="00620921" w:rsidRPr="00067147" w:rsidRDefault="00620921" w:rsidP="00067147">
      <w:pPr>
        <w:spacing w:line="480" w:lineRule="exact"/>
        <w:ind w:firstLine="630"/>
        <w:rPr>
          <w:rFonts w:ascii="仿宋" w:eastAsia="仿宋" w:hAnsi="仿宋"/>
          <w:kern w:val="0"/>
          <w:sz w:val="28"/>
          <w:szCs w:val="28"/>
        </w:rPr>
      </w:pPr>
    </w:p>
    <w:p w:rsidR="00620921" w:rsidRPr="00067147" w:rsidRDefault="00620921" w:rsidP="00067147">
      <w:pPr>
        <w:spacing w:line="480" w:lineRule="exact"/>
        <w:ind w:firstLine="630"/>
        <w:rPr>
          <w:rFonts w:ascii="仿宋" w:eastAsia="仿宋" w:hAnsi="仿宋"/>
          <w:kern w:val="0"/>
          <w:sz w:val="28"/>
          <w:szCs w:val="28"/>
        </w:rPr>
      </w:pPr>
    </w:p>
    <w:p w:rsidR="00620921" w:rsidRPr="00067147" w:rsidRDefault="00620921" w:rsidP="00067147">
      <w:pPr>
        <w:spacing w:line="480" w:lineRule="exact"/>
        <w:ind w:firstLine="630"/>
        <w:rPr>
          <w:rFonts w:ascii="仿宋" w:eastAsia="仿宋" w:hAnsi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联系人：张一梦</w:t>
      </w:r>
    </w:p>
    <w:p w:rsidR="00620921" w:rsidRPr="00067147" w:rsidRDefault="00620921" w:rsidP="00067147">
      <w:pPr>
        <w:spacing w:line="480" w:lineRule="exact"/>
        <w:ind w:firstLine="630"/>
        <w:rPr>
          <w:rFonts w:ascii="仿宋" w:eastAsia="仿宋" w:hAnsi="仿宋" w:cs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联系电话：</w:t>
      </w:r>
      <w:r w:rsidRPr="00067147">
        <w:rPr>
          <w:rFonts w:ascii="仿宋" w:eastAsia="仿宋" w:hAnsi="仿宋" w:cs="仿宋"/>
          <w:kern w:val="0"/>
          <w:sz w:val="28"/>
          <w:szCs w:val="28"/>
        </w:rPr>
        <w:t>0633-2983630</w:t>
      </w:r>
    </w:p>
    <w:p w:rsidR="00620921" w:rsidRPr="00067147" w:rsidRDefault="00620921" w:rsidP="00067147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620921" w:rsidRPr="00067147" w:rsidRDefault="00620921" w:rsidP="00067147">
      <w:pPr>
        <w:spacing w:line="480" w:lineRule="exact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067147">
        <w:rPr>
          <w:rFonts w:ascii="仿宋" w:eastAsia="仿宋" w:hAnsi="仿宋" w:cs="仿宋" w:hint="eastAsia"/>
          <w:sz w:val="28"/>
          <w:szCs w:val="28"/>
        </w:rPr>
        <w:t>附件</w:t>
      </w:r>
      <w:r w:rsidRPr="00067147">
        <w:rPr>
          <w:rFonts w:ascii="仿宋" w:eastAsia="仿宋" w:hAnsi="仿宋" w:cs="仿宋"/>
          <w:sz w:val="28"/>
          <w:szCs w:val="28"/>
        </w:rPr>
        <w:t xml:space="preserve">: </w:t>
      </w:r>
      <w:r w:rsidRPr="00067147">
        <w:rPr>
          <w:rFonts w:ascii="仿宋" w:eastAsia="仿宋" w:hAnsi="仿宋" w:cs="仿宋"/>
          <w:b/>
          <w:bCs/>
          <w:sz w:val="28"/>
          <w:szCs w:val="28"/>
        </w:rPr>
        <w:t>1.</w:t>
      </w:r>
      <w:r w:rsidRPr="00067147">
        <w:rPr>
          <w:rFonts w:ascii="仿宋" w:eastAsia="仿宋" w:hAnsi="仿宋" w:cs="仿宋" w:hint="eastAsia"/>
          <w:kern w:val="0"/>
          <w:sz w:val="28"/>
          <w:szCs w:val="28"/>
        </w:rPr>
        <w:t>《第八届山东省大学生创业计划大赛简章》</w:t>
      </w:r>
    </w:p>
    <w:p w:rsidR="00620921" w:rsidRPr="00067147" w:rsidRDefault="00620921" w:rsidP="00067147">
      <w:pPr>
        <w:spacing w:line="480" w:lineRule="exact"/>
        <w:ind w:firstLineChars="500" w:firstLine="1405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/>
          <w:b/>
          <w:bCs/>
          <w:sz w:val="28"/>
          <w:szCs w:val="28"/>
        </w:rPr>
        <w:t>2.</w:t>
      </w:r>
      <w:r w:rsidRPr="00067147">
        <w:rPr>
          <w:rFonts w:ascii="仿宋" w:eastAsia="仿宋" w:hAnsi="仿宋" w:cs="仿宋" w:hint="eastAsia"/>
          <w:sz w:val="28"/>
          <w:szCs w:val="28"/>
        </w:rPr>
        <w:t>《第八届山东省大学生创业计划大赛报名表》</w:t>
      </w:r>
    </w:p>
    <w:p w:rsidR="00620921" w:rsidRPr="00067147" w:rsidRDefault="00620921" w:rsidP="00067147">
      <w:pPr>
        <w:spacing w:line="480" w:lineRule="exact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/>
          <w:sz w:val="28"/>
          <w:szCs w:val="28"/>
        </w:rPr>
        <w:t xml:space="preserve">          </w:t>
      </w:r>
      <w:r w:rsidRPr="00067147">
        <w:rPr>
          <w:rFonts w:ascii="仿宋" w:eastAsia="仿宋" w:hAnsi="仿宋" w:cs="仿宋"/>
          <w:b/>
          <w:bCs/>
          <w:sz w:val="28"/>
          <w:szCs w:val="28"/>
        </w:rPr>
        <w:t>3.</w:t>
      </w:r>
      <w:r w:rsidRPr="00067147">
        <w:rPr>
          <w:rFonts w:ascii="仿宋" w:eastAsia="仿宋" w:hAnsi="仿宋" w:cs="仿宋" w:hint="eastAsia"/>
          <w:sz w:val="28"/>
          <w:szCs w:val="28"/>
        </w:rPr>
        <w:t>《作品信息统计表》</w:t>
      </w:r>
    </w:p>
    <w:p w:rsidR="00620921" w:rsidRPr="00067147" w:rsidRDefault="00620921" w:rsidP="00067147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620921" w:rsidRPr="00067147" w:rsidRDefault="00620921" w:rsidP="00067147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620921" w:rsidRPr="00067147" w:rsidRDefault="00620921" w:rsidP="00067147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620921" w:rsidRPr="00067147" w:rsidRDefault="00620921" w:rsidP="00067147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620921" w:rsidRPr="00067147" w:rsidRDefault="00620921" w:rsidP="00067147">
      <w:pPr>
        <w:spacing w:line="400" w:lineRule="exact"/>
        <w:ind w:firstLineChars="1300" w:firstLine="3640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/>
          <w:sz w:val="28"/>
          <w:szCs w:val="28"/>
        </w:rPr>
        <w:t xml:space="preserve">   </w:t>
      </w:r>
      <w:r w:rsidRPr="00067147">
        <w:rPr>
          <w:rFonts w:ascii="仿宋" w:eastAsia="仿宋" w:hAnsi="仿宋" w:cs="仿宋" w:hint="eastAsia"/>
          <w:sz w:val="28"/>
          <w:szCs w:val="28"/>
        </w:rPr>
        <w:t>学生工作处、团委</w:t>
      </w:r>
    </w:p>
    <w:p w:rsidR="00620921" w:rsidRPr="00067147" w:rsidRDefault="00620921" w:rsidP="00067147">
      <w:pPr>
        <w:spacing w:line="400" w:lineRule="exact"/>
        <w:ind w:firstLineChars="1461" w:firstLine="4091"/>
        <w:rPr>
          <w:rFonts w:ascii="仿宋" w:eastAsia="仿宋" w:hAnsi="仿宋"/>
          <w:sz w:val="28"/>
          <w:szCs w:val="28"/>
        </w:rPr>
      </w:pPr>
      <w:r w:rsidRPr="00067147">
        <w:rPr>
          <w:rFonts w:ascii="仿宋" w:eastAsia="仿宋" w:hAnsi="仿宋" w:cs="仿宋"/>
          <w:sz w:val="28"/>
          <w:szCs w:val="28"/>
        </w:rPr>
        <w:t>2017</w:t>
      </w:r>
      <w:r w:rsidRPr="00067147">
        <w:rPr>
          <w:rFonts w:ascii="仿宋" w:eastAsia="仿宋" w:hAnsi="仿宋" w:cs="仿宋" w:hint="eastAsia"/>
          <w:sz w:val="28"/>
          <w:szCs w:val="28"/>
        </w:rPr>
        <w:t>年</w:t>
      </w:r>
      <w:r w:rsidRPr="00067147">
        <w:rPr>
          <w:rFonts w:ascii="仿宋" w:eastAsia="仿宋" w:hAnsi="仿宋" w:cs="仿宋"/>
          <w:sz w:val="28"/>
          <w:szCs w:val="28"/>
        </w:rPr>
        <w:t>5</w:t>
      </w:r>
      <w:r w:rsidRPr="00067147">
        <w:rPr>
          <w:rFonts w:ascii="仿宋" w:eastAsia="仿宋" w:hAnsi="仿宋" w:cs="仿宋" w:hint="eastAsia"/>
          <w:sz w:val="28"/>
          <w:szCs w:val="28"/>
        </w:rPr>
        <w:t>月</w:t>
      </w:r>
      <w:bookmarkStart w:id="0" w:name="_GoBack"/>
      <w:bookmarkEnd w:id="0"/>
      <w:r w:rsidRPr="00067147">
        <w:rPr>
          <w:rFonts w:ascii="仿宋" w:eastAsia="仿宋" w:hAnsi="仿宋" w:cs="仿宋"/>
          <w:sz w:val="28"/>
          <w:szCs w:val="28"/>
        </w:rPr>
        <w:t>30</w:t>
      </w:r>
      <w:r w:rsidRPr="00067147">
        <w:rPr>
          <w:rFonts w:ascii="仿宋" w:eastAsia="仿宋" w:hAnsi="仿宋" w:cs="仿宋" w:hint="eastAsia"/>
          <w:sz w:val="28"/>
          <w:szCs w:val="28"/>
        </w:rPr>
        <w:t>日</w:t>
      </w:r>
    </w:p>
    <w:sectPr w:rsidR="00620921" w:rsidRPr="00067147" w:rsidSect="009428F6">
      <w:pgSz w:w="11906" w:h="16838"/>
      <w:pgMar w:top="1191" w:right="1361" w:bottom="119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921" w:rsidRDefault="00620921" w:rsidP="00A8208E">
      <w:r>
        <w:separator/>
      </w:r>
    </w:p>
  </w:endnote>
  <w:endnote w:type="continuationSeparator" w:id="0">
    <w:p w:rsidR="00620921" w:rsidRDefault="00620921" w:rsidP="00A82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921" w:rsidRDefault="00620921" w:rsidP="00A8208E">
      <w:r>
        <w:separator/>
      </w:r>
    </w:p>
  </w:footnote>
  <w:footnote w:type="continuationSeparator" w:id="0">
    <w:p w:rsidR="00620921" w:rsidRDefault="00620921" w:rsidP="00A820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E49"/>
    <w:rsid w:val="00067147"/>
    <w:rsid w:val="000E6231"/>
    <w:rsid w:val="00101CF8"/>
    <w:rsid w:val="00125B2D"/>
    <w:rsid w:val="00142C87"/>
    <w:rsid w:val="001600D6"/>
    <w:rsid w:val="002045D9"/>
    <w:rsid w:val="0020481D"/>
    <w:rsid w:val="00255F05"/>
    <w:rsid w:val="003579B8"/>
    <w:rsid w:val="00364C92"/>
    <w:rsid w:val="0038118D"/>
    <w:rsid w:val="00394751"/>
    <w:rsid w:val="004502CD"/>
    <w:rsid w:val="0048265F"/>
    <w:rsid w:val="004E6A89"/>
    <w:rsid w:val="00516E59"/>
    <w:rsid w:val="00524D19"/>
    <w:rsid w:val="00555CC4"/>
    <w:rsid w:val="00565B85"/>
    <w:rsid w:val="005753C7"/>
    <w:rsid w:val="005A149C"/>
    <w:rsid w:val="005A3A9F"/>
    <w:rsid w:val="005D7670"/>
    <w:rsid w:val="00604204"/>
    <w:rsid w:val="00614837"/>
    <w:rsid w:val="00620921"/>
    <w:rsid w:val="00627885"/>
    <w:rsid w:val="00633B24"/>
    <w:rsid w:val="006432B9"/>
    <w:rsid w:val="006644DD"/>
    <w:rsid w:val="007059D9"/>
    <w:rsid w:val="00740087"/>
    <w:rsid w:val="00760850"/>
    <w:rsid w:val="00764107"/>
    <w:rsid w:val="00782157"/>
    <w:rsid w:val="00884240"/>
    <w:rsid w:val="00893452"/>
    <w:rsid w:val="008A1D50"/>
    <w:rsid w:val="008D4CCA"/>
    <w:rsid w:val="008D673B"/>
    <w:rsid w:val="008F21DC"/>
    <w:rsid w:val="009428F6"/>
    <w:rsid w:val="00980AD0"/>
    <w:rsid w:val="009A06E4"/>
    <w:rsid w:val="009F3D5A"/>
    <w:rsid w:val="009F7A44"/>
    <w:rsid w:val="00A038D5"/>
    <w:rsid w:val="00A302F6"/>
    <w:rsid w:val="00A410F3"/>
    <w:rsid w:val="00A8208E"/>
    <w:rsid w:val="00A85A90"/>
    <w:rsid w:val="00A9041B"/>
    <w:rsid w:val="00AB05C3"/>
    <w:rsid w:val="00B25515"/>
    <w:rsid w:val="00B61AEB"/>
    <w:rsid w:val="00B82384"/>
    <w:rsid w:val="00B902B2"/>
    <w:rsid w:val="00C26B6E"/>
    <w:rsid w:val="00C33E49"/>
    <w:rsid w:val="00C538EE"/>
    <w:rsid w:val="00C6677C"/>
    <w:rsid w:val="00C72CAA"/>
    <w:rsid w:val="00CA7E19"/>
    <w:rsid w:val="00CE2737"/>
    <w:rsid w:val="00CF2A46"/>
    <w:rsid w:val="00D1527E"/>
    <w:rsid w:val="00D60CDB"/>
    <w:rsid w:val="00DB6A90"/>
    <w:rsid w:val="00DC57E3"/>
    <w:rsid w:val="00DD3438"/>
    <w:rsid w:val="00EA7191"/>
    <w:rsid w:val="00F33813"/>
    <w:rsid w:val="00F566AE"/>
    <w:rsid w:val="00F76B08"/>
    <w:rsid w:val="00FF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08E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2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8208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8208E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8208E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locked/>
    <w:rsid w:val="0074008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99</Words>
  <Characters>568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刘瑞文</cp:lastModifiedBy>
  <cp:revision>25</cp:revision>
  <cp:lastPrinted>2017-05-31T05:57:00Z</cp:lastPrinted>
  <dcterms:created xsi:type="dcterms:W3CDTF">2017-05-25T15:19:00Z</dcterms:created>
  <dcterms:modified xsi:type="dcterms:W3CDTF">2017-05-31T05:57:00Z</dcterms:modified>
</cp:coreProperties>
</file>